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F6647" w14:textId="77777777" w:rsidR="00BF22CB" w:rsidRPr="00F63DA4" w:rsidRDefault="00F63DA4" w:rsidP="00BF22CB">
      <w:pPr>
        <w:rPr>
          <w:b/>
          <w:sz w:val="24"/>
          <w:szCs w:val="24"/>
        </w:rPr>
      </w:pPr>
      <w:r w:rsidRPr="00F63DA4">
        <w:rPr>
          <w:b/>
          <w:sz w:val="24"/>
          <w:szCs w:val="24"/>
        </w:rPr>
        <w:t xml:space="preserve">VAS - Narrative </w:t>
      </w:r>
      <w:proofErr w:type="gramStart"/>
      <w:r w:rsidRPr="00F63DA4">
        <w:rPr>
          <w:b/>
          <w:sz w:val="24"/>
          <w:szCs w:val="24"/>
        </w:rPr>
        <w:t xml:space="preserve">- </w:t>
      </w:r>
      <w:r w:rsidR="009E4770" w:rsidRPr="00F63DA4">
        <w:rPr>
          <w:b/>
          <w:sz w:val="24"/>
          <w:szCs w:val="24"/>
        </w:rPr>
        <w:t xml:space="preserve"> </w:t>
      </w:r>
      <w:r w:rsidR="00BF22CB" w:rsidRPr="00F63DA4">
        <w:rPr>
          <w:b/>
          <w:sz w:val="24"/>
          <w:szCs w:val="24"/>
        </w:rPr>
        <w:t>Reflections</w:t>
      </w:r>
      <w:proofErr w:type="gramEnd"/>
    </w:p>
    <w:p w14:paraId="5AA36917" w14:textId="77777777"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F404" wp14:editId="418515F2">
                <wp:simplePos x="0" y="0"/>
                <wp:positionH relativeFrom="column">
                  <wp:posOffset>-227869</wp:posOffset>
                </wp:positionH>
                <wp:positionV relativeFrom="paragraph">
                  <wp:posOffset>278339</wp:posOffset>
                </wp:positionV>
                <wp:extent cx="7086600" cy="6620719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62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A8552D" w14:paraId="754D5BF5" w14:textId="7777777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57F99B7B" w14:textId="77777777" w:rsidR="00A8552D" w:rsidRDefault="00A8552D" w:rsidP="005B156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14:paraId="1DCE9B45" w14:textId="77777777" w:rsidR="00A8552D" w:rsidRPr="00152CC4" w:rsidRDefault="00A8552D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1A277AE3" w14:textId="77777777" w:rsidR="00A8552D" w:rsidRPr="00AC3FB4" w:rsidRDefault="00A8552D" w:rsidP="005B15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7A2219D" w14:textId="77777777" w:rsidR="00A8552D" w:rsidRDefault="00A855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1F08B5C" w14:textId="77777777" w:rsidR="00A8552D" w:rsidRDefault="00A855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41EFDB3" w14:textId="77777777" w:rsidR="00A8552D" w:rsidRPr="00AC3FB4" w:rsidRDefault="00A8552D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3F7751F" w14:textId="77777777" w:rsidR="00A8552D" w:rsidRPr="00AC3FB4" w:rsidRDefault="00A8552D" w:rsidP="005B15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7550FD6" w14:textId="77777777" w:rsidR="00A8552D" w:rsidRPr="00AC3FB4" w:rsidRDefault="00A8552D" w:rsidP="005B15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A8552D" w14:paraId="0A7991B3" w14:textId="77777777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33CDB054" w14:textId="77777777" w:rsidR="00A8552D" w:rsidRPr="00BF22CB" w:rsidRDefault="00A8552D" w:rsidP="005B156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74F256C3" w14:textId="77777777" w:rsidR="00A8552D" w:rsidRPr="00800E17" w:rsidRDefault="00A8552D" w:rsidP="005B1562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FF7654A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0F57178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30EDB2B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BFABA8A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CD329A3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BF1132E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8552D" w14:paraId="621CDBAB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74D7262A" w14:textId="77777777" w:rsidR="00A8552D" w:rsidRPr="00622453" w:rsidRDefault="00A8552D" w:rsidP="005B1562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7CE0048D" w14:textId="77777777" w:rsidR="00A8552D" w:rsidRDefault="00A8552D" w:rsidP="005B1562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91B999F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2E14119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68B6234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C43441F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B99544B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443A4F9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8552D" w14:paraId="7A565FF1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082408AA" w14:textId="77777777" w:rsidR="00A8552D" w:rsidRDefault="00A8552D" w:rsidP="005B1562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696D178E" w14:textId="77777777" w:rsidR="00A8552D" w:rsidRDefault="00A8552D" w:rsidP="005B1562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192D8C76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3725799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4973C0F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8E7DD1F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21AC7A8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86A1FE4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8552D" w14:paraId="710BE60F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5EABA9E5" w14:textId="77777777" w:rsidR="00A8552D" w:rsidRDefault="00A8552D" w:rsidP="005B1562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14:paraId="7AA18E14" w14:textId="77777777" w:rsidR="00A8552D" w:rsidRDefault="00A8552D" w:rsidP="00A8552D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800E17">
                                    <w:t xml:space="preserve">how </w:t>
                                  </w:r>
                                  <w:r w:rsidRPr="00A8552D">
                                    <w:rPr>
                                      <w:b/>
                                    </w:rPr>
                                    <w:t>you</w:t>
                                  </w:r>
                                  <w:r w:rsidRPr="00800E17"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and your team </w:t>
                                  </w:r>
                                  <w:r w:rsidRPr="00A8552D">
                                    <w:t>worked to collaborate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22D497F1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0D5C9FF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4B3267C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7D83DA2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DC160D9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EAD1503" w14:textId="77777777" w:rsidR="00A8552D" w:rsidRDefault="00A8552D" w:rsidP="005B15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7085C2B6" w14:textId="77777777" w:rsidR="00A8552D" w:rsidRDefault="00A8552D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pt;margin-top:21.9pt;width:558pt;height:5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A8552D" w14:paraId="754D5BF5" w14:textId="7777777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57F99B7B" w14:textId="77777777" w:rsidR="00A8552D" w:rsidRDefault="00A8552D" w:rsidP="005B1562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14:paraId="1DCE9B45" w14:textId="77777777" w:rsidR="00A8552D" w:rsidRPr="00152CC4" w:rsidRDefault="00A8552D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1A277AE3" w14:textId="77777777" w:rsidR="00A8552D" w:rsidRPr="00AC3FB4" w:rsidRDefault="00A8552D" w:rsidP="005B15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7A2219D" w14:textId="77777777" w:rsidR="00A8552D" w:rsidRDefault="00A855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1F08B5C" w14:textId="77777777" w:rsidR="00A8552D" w:rsidRDefault="00A855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41EFDB3" w14:textId="77777777" w:rsidR="00A8552D" w:rsidRPr="00AC3FB4" w:rsidRDefault="00A8552D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3F7751F" w14:textId="77777777" w:rsidR="00A8552D" w:rsidRPr="00AC3FB4" w:rsidRDefault="00A8552D" w:rsidP="005B15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7550FD6" w14:textId="77777777" w:rsidR="00A8552D" w:rsidRPr="00AC3FB4" w:rsidRDefault="00A8552D" w:rsidP="005B15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A8552D" w14:paraId="0A7991B3" w14:textId="77777777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33CDB054" w14:textId="77777777" w:rsidR="00A8552D" w:rsidRPr="00BF22CB" w:rsidRDefault="00A8552D" w:rsidP="005B1562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74F256C3" w14:textId="77777777" w:rsidR="00A8552D" w:rsidRPr="00800E17" w:rsidRDefault="00A8552D" w:rsidP="005B1562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FF7654A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0F57178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30EDB2B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BFABA8A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CD329A3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BF1132E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8552D" w14:paraId="621CDBAB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74D7262A" w14:textId="77777777" w:rsidR="00A8552D" w:rsidRPr="00622453" w:rsidRDefault="00A8552D" w:rsidP="005B1562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7CE0048D" w14:textId="77777777" w:rsidR="00A8552D" w:rsidRDefault="00A8552D" w:rsidP="005B1562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91B999F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2E14119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68B6234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C43441F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B99544B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443A4F9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8552D" w14:paraId="7A565FF1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082408AA" w14:textId="77777777" w:rsidR="00A8552D" w:rsidRDefault="00A8552D" w:rsidP="005B1562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696D178E" w14:textId="77777777" w:rsidR="00A8552D" w:rsidRDefault="00A8552D" w:rsidP="005B1562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192D8C76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3725799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4973C0F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8E7DD1F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21AC7A8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86A1FE4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8552D" w14:paraId="710BE60F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5EABA9E5" w14:textId="77777777" w:rsidR="00A8552D" w:rsidRDefault="00A8552D" w:rsidP="005B1562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14:paraId="7AA18E14" w14:textId="77777777" w:rsidR="00A8552D" w:rsidRDefault="00A8552D" w:rsidP="00A8552D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800E17">
                              <w:t xml:space="preserve">how </w:t>
                            </w:r>
                            <w:r w:rsidRPr="00A8552D">
                              <w:rPr>
                                <w:b/>
                              </w:rPr>
                              <w:t>you</w:t>
                            </w:r>
                            <w:r w:rsidRPr="00800E17"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and your team </w:t>
                            </w:r>
                            <w:r w:rsidRPr="00A8552D">
                              <w:t>worked to collaborate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22D497F1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0D5C9FF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4B3267C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7D83DA2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DC160D9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EAD1503" w14:textId="77777777" w:rsidR="00A8552D" w:rsidRDefault="00A8552D" w:rsidP="005B15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7085C2B6" w14:textId="77777777" w:rsidR="00A8552D" w:rsidRDefault="00A8552D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14:paraId="4A037324" w14:textId="77777777" w:rsidR="00BF22CB" w:rsidRDefault="00BF22CB" w:rsidP="00BF22CB"/>
    <w:p w14:paraId="0165197A" w14:textId="77777777" w:rsidR="00BF22CB" w:rsidRDefault="00BF22CB" w:rsidP="00BF22CB"/>
    <w:p w14:paraId="1E8F184B" w14:textId="77777777" w:rsidR="00BF22CB" w:rsidRDefault="00BF22CB" w:rsidP="00BF22CB"/>
    <w:p w14:paraId="72A3A6D9" w14:textId="77777777" w:rsidR="00BF22CB" w:rsidRDefault="00BF22CB" w:rsidP="00BF22CB"/>
    <w:p w14:paraId="0B44C19E" w14:textId="77777777" w:rsidR="00BF22CB" w:rsidRDefault="00BF22CB" w:rsidP="00BF22CB"/>
    <w:p w14:paraId="67C4801F" w14:textId="77777777" w:rsidR="00BF22CB" w:rsidRDefault="00BF22CB" w:rsidP="00BF22CB"/>
    <w:p w14:paraId="7874082A" w14:textId="77777777" w:rsidR="00BF22CB" w:rsidRDefault="00BF22CB" w:rsidP="00BF22CB"/>
    <w:p w14:paraId="166A2A79" w14:textId="77777777" w:rsidR="00BF22CB" w:rsidRDefault="00BF22CB" w:rsidP="00BF22CB"/>
    <w:p w14:paraId="01EC1723" w14:textId="77777777" w:rsidR="00BF22CB" w:rsidRDefault="00BF22CB" w:rsidP="00BF22CB"/>
    <w:p w14:paraId="59404F83" w14:textId="77777777" w:rsidR="00BF22CB" w:rsidRDefault="00BF22CB" w:rsidP="00BF22CB"/>
    <w:p w14:paraId="13373E78" w14:textId="77777777" w:rsidR="00BF22CB" w:rsidRDefault="00BF22CB" w:rsidP="00BF22CB"/>
    <w:p w14:paraId="49643EF6" w14:textId="77777777" w:rsidR="00BF22CB" w:rsidRDefault="00BF22CB" w:rsidP="00BF22CB"/>
    <w:p w14:paraId="25D03424" w14:textId="77777777" w:rsidR="00BF22CB" w:rsidRDefault="00BF22CB" w:rsidP="00BF22CB"/>
    <w:p w14:paraId="3F6D1B93" w14:textId="77777777" w:rsidR="00BF22CB" w:rsidRDefault="00BF22CB" w:rsidP="00BF22CB"/>
    <w:p w14:paraId="57C7AFB7" w14:textId="77777777" w:rsidR="00BF22CB" w:rsidRDefault="00BF22CB" w:rsidP="00BF22CB"/>
    <w:p w14:paraId="22ACED1A" w14:textId="77777777" w:rsidR="00BF22CB" w:rsidRDefault="00BF22CB" w:rsidP="00BF22CB"/>
    <w:p w14:paraId="5F10CE51" w14:textId="77777777" w:rsidR="00BF22CB" w:rsidRDefault="00BF22CB" w:rsidP="00BF22CB"/>
    <w:p w14:paraId="22C7EB65" w14:textId="77777777" w:rsidR="00BF22CB" w:rsidRDefault="00BF22CB" w:rsidP="00BF22CB"/>
    <w:p w14:paraId="6A9E3FBB" w14:textId="77777777" w:rsidR="00BF22CB" w:rsidRDefault="00BF22CB" w:rsidP="00BF22CB"/>
    <w:p w14:paraId="53FFD20F" w14:textId="77777777" w:rsidR="00BF22CB" w:rsidRDefault="00BF22CB" w:rsidP="00BF22CB"/>
    <w:p w14:paraId="182A5D39" w14:textId="77777777" w:rsidR="00C84287" w:rsidRDefault="00C84287" w:rsidP="00BF22CB"/>
    <w:p w14:paraId="2C470A08" w14:textId="77777777"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A7AC3F" wp14:editId="2087C3BB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A8552D" w:rsidRPr="00B32280" w14:paraId="3A5EFBEB" w14:textId="77777777" w:rsidTr="005B15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14:paraId="462ACBE7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Theme </w:t>
                                  </w:r>
                                </w:p>
                                <w:p w14:paraId="72DD4404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2D874B42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A8552D" w:rsidRPr="00B32280" w14:paraId="4AAEB3E6" w14:textId="77777777" w:rsidTr="005B15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68F33126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Form </w:t>
                                  </w:r>
                                </w:p>
                                <w:p w14:paraId="54B16348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343AB140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A8552D" w:rsidRPr="00B32280" w14:paraId="5866564A" w14:textId="77777777" w:rsidTr="005B15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2B385B9E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14:paraId="2C1F86CE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50834E79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A8552D" w:rsidRPr="00B32280" w14:paraId="411B00C0" w14:textId="77777777" w:rsidTr="005B15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69094905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  <w:r w:rsidRPr="00B32280"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2443337D" w14:textId="77777777" w:rsidR="00A8552D" w:rsidRPr="00B32280" w:rsidRDefault="00A8552D" w:rsidP="005B15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43F8A462" w14:textId="77777777" w:rsidR="00A8552D" w:rsidRDefault="00A8552D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A8552D" w:rsidRPr="00B32280" w14:paraId="3A5EFBEB" w14:textId="77777777" w:rsidTr="005B15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14:paraId="462ACBE7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 xml:space="preserve">Theme </w:t>
                            </w:r>
                          </w:p>
                          <w:p w14:paraId="72DD4404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2D874B42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A8552D" w:rsidRPr="00B32280" w14:paraId="4AAEB3E6" w14:textId="77777777" w:rsidTr="005B15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14:paraId="68F33126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 xml:space="preserve">Form </w:t>
                            </w:r>
                          </w:p>
                          <w:p w14:paraId="54B16348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343AB140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A8552D" w:rsidRPr="00B32280" w14:paraId="5866564A" w14:textId="77777777" w:rsidTr="005B15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14:paraId="2B385B9E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14:paraId="2C1F86CE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50834E79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A8552D" w:rsidRPr="00B32280" w14:paraId="411B00C0" w14:textId="77777777" w:rsidTr="005B15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C2D69B" w:themeFill="accent3" w:themeFillTint="99"/>
                            <w:vAlign w:val="center"/>
                          </w:tcPr>
                          <w:p w14:paraId="69094905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  <w:r w:rsidRPr="00B32280"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2443337D" w14:textId="77777777" w:rsidR="00A8552D" w:rsidRPr="00B32280" w:rsidRDefault="00A8552D" w:rsidP="005B1562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43F8A462" w14:textId="77777777" w:rsidR="00A8552D" w:rsidRDefault="00A8552D" w:rsidP="00BF22CB"/>
                  </w:txbxContent>
                </v:textbox>
              </v:shape>
            </w:pict>
          </mc:Fallback>
        </mc:AlternateContent>
      </w:r>
      <w:r>
        <w:t xml:space="preserve">If you give yourself a 10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14:paraId="3C58A2D5" w14:textId="77777777" w:rsidR="00BF22CB" w:rsidRDefault="00BF22CB" w:rsidP="00BF22CB"/>
    <w:p w14:paraId="2F6B9B9F" w14:textId="77777777" w:rsidR="00BF22CB" w:rsidRDefault="00BF22CB" w:rsidP="00BF22CB"/>
    <w:p w14:paraId="4E3DFF39" w14:textId="77777777" w:rsidR="00BF22CB" w:rsidRDefault="00BF22CB" w:rsidP="00BF22CB"/>
    <w:p w14:paraId="3B750D17" w14:textId="77777777" w:rsidR="00BF22CB" w:rsidRDefault="00BF22CB" w:rsidP="00BF22CB"/>
    <w:p w14:paraId="14840DF7" w14:textId="77777777" w:rsidR="00BF22CB" w:rsidRDefault="00BF22CB" w:rsidP="00BF22CB"/>
    <w:p w14:paraId="291871B5" w14:textId="77777777" w:rsidR="00515CC0" w:rsidRDefault="00515CC0"/>
    <w:p w14:paraId="29CEF057" w14:textId="77777777" w:rsidR="00BF22CB" w:rsidRPr="00A8552D" w:rsidRDefault="005B1562">
      <w:pPr>
        <w:rPr>
          <w:b/>
          <w:sz w:val="24"/>
          <w:szCs w:val="24"/>
        </w:rPr>
      </w:pPr>
      <w:r w:rsidRPr="00A8552D">
        <w:rPr>
          <w:b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CA46B" wp14:editId="49EC5B49">
                <wp:simplePos x="0" y="0"/>
                <wp:positionH relativeFrom="column">
                  <wp:posOffset>-12700</wp:posOffset>
                </wp:positionH>
                <wp:positionV relativeFrom="paragraph">
                  <wp:posOffset>502285</wp:posOffset>
                </wp:positionV>
                <wp:extent cx="6459220" cy="2567305"/>
                <wp:effectExtent l="0" t="0" r="17780" b="2349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220" cy="2567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FCE6F" w14:textId="77777777" w:rsidR="00A8552D" w:rsidRDefault="00A8552D">
                            <w:proofErr w:type="gramStart"/>
                            <w:r>
                              <w:t>place</w:t>
                            </w:r>
                            <w:proofErr w:type="gramEnd"/>
                            <w:r>
                              <w:t xml:space="preserve"> a picture of your mural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.95pt;margin-top:39.55pt;width:508.6pt;height:202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" filled="f" strokecolor="black [3213]">
                <v:textbox>
                  <w:txbxContent>
                    <w:p w14:paraId="581FCE6F" w14:textId="77777777" w:rsidR="00A8552D" w:rsidRDefault="00A8552D">
                      <w:proofErr w:type="gramStart"/>
                      <w:r>
                        <w:t>place</w:t>
                      </w:r>
                      <w:proofErr w:type="gramEnd"/>
                      <w:r>
                        <w:t xml:space="preserve"> a picture of your mural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8552D">
        <w:rPr>
          <w:b/>
          <w:sz w:val="24"/>
          <w:szCs w:val="24"/>
        </w:rPr>
        <w:t>Form</w:t>
      </w:r>
    </w:p>
    <w:p w14:paraId="02E70D4E" w14:textId="77777777" w:rsidR="005B1562" w:rsidRDefault="005B1562"/>
    <w:p w14:paraId="74F618B0" w14:textId="77777777" w:rsidR="005B1562" w:rsidRDefault="005B1562">
      <w:r>
        <w:t>How do the visual elements in your mural work together to get your team's theme across to a viewer?</w:t>
      </w:r>
    </w:p>
    <w:p w14:paraId="201E105A" w14:textId="77777777" w:rsidR="00BF22CB" w:rsidRDefault="005B156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76E520" wp14:editId="6B40BBCA">
                <wp:simplePos x="0" y="0"/>
                <wp:positionH relativeFrom="column">
                  <wp:posOffset>57492</wp:posOffset>
                </wp:positionH>
                <wp:positionV relativeFrom="paragraph">
                  <wp:posOffset>61790</wp:posOffset>
                </wp:positionV>
                <wp:extent cx="6471138" cy="3083170"/>
                <wp:effectExtent l="0" t="0" r="31750" b="158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1138" cy="3083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A3198" w14:textId="77777777" w:rsidR="00A8552D" w:rsidRDefault="00A85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4.55pt;margin-top:4.85pt;width:509.55pt;height:24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" filled="f">
                <v:textbox>
                  <w:txbxContent>
                    <w:p w14:paraId="351A3198" w14:textId="77777777" w:rsidR="00A8552D" w:rsidRDefault="00A8552D"/>
                  </w:txbxContent>
                </v:textbox>
                <w10:wrap type="square"/>
              </v:shape>
            </w:pict>
          </mc:Fallback>
        </mc:AlternateContent>
      </w:r>
    </w:p>
    <w:p w14:paraId="3C661334" w14:textId="77777777" w:rsidR="00BF22CB" w:rsidRDefault="00BF22CB"/>
    <w:p w14:paraId="32FB88CF" w14:textId="77777777" w:rsidR="005B1562" w:rsidRDefault="005B1562"/>
    <w:p w14:paraId="76BC3BA5" w14:textId="77777777" w:rsidR="005B1562" w:rsidRDefault="005B1562"/>
    <w:p w14:paraId="2E492FF7" w14:textId="77777777" w:rsidR="005B1562" w:rsidRDefault="005B1562"/>
    <w:p w14:paraId="48C1D67F" w14:textId="77777777" w:rsidR="005B1562" w:rsidRDefault="005B1562"/>
    <w:p w14:paraId="4F4E8FB7" w14:textId="77777777" w:rsidR="005B1562" w:rsidRDefault="005B1562"/>
    <w:p w14:paraId="13EC478F" w14:textId="77777777" w:rsidR="005B1562" w:rsidRDefault="005B1562"/>
    <w:p w14:paraId="6A81F7E3" w14:textId="77777777" w:rsidR="005B1562" w:rsidRDefault="005B1562"/>
    <w:p w14:paraId="170FAF7C" w14:textId="77777777" w:rsidR="005B1562" w:rsidRPr="003065F4" w:rsidRDefault="005B1562">
      <w:pPr>
        <w:rPr>
          <w:b/>
          <w:sz w:val="24"/>
          <w:szCs w:val="24"/>
        </w:rPr>
      </w:pPr>
      <w:r w:rsidRPr="003065F4">
        <w:rPr>
          <w:b/>
          <w:sz w:val="24"/>
          <w:szCs w:val="24"/>
        </w:rPr>
        <w:t>Theme</w:t>
      </w:r>
    </w:p>
    <w:p w14:paraId="4FCBF0BA" w14:textId="77777777" w:rsidR="005B1562" w:rsidRDefault="003065F4">
      <w:r>
        <w:t>Choose which category your mural fits into and explain how your theme addresses the issues that fit that category.  Of course there can be overlap between categories.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612"/>
      </w:tblGrid>
      <w:tr w:rsidR="003065F4" w14:paraId="0577DE9B" w14:textId="77777777" w:rsidTr="003065F4">
        <w:tc>
          <w:tcPr>
            <w:tcW w:w="1809" w:type="dxa"/>
            <w:shd w:val="clear" w:color="auto" w:fill="F2DBDB" w:themeFill="accent2" w:themeFillTint="33"/>
            <w:vAlign w:val="center"/>
          </w:tcPr>
          <w:p w14:paraId="5DDEF0C0" w14:textId="77777777" w:rsidR="003065F4" w:rsidRDefault="003065F4" w:rsidP="003065F4">
            <w:pPr>
              <w:jc w:val="center"/>
            </w:pPr>
            <w:r>
              <w:t>Categories</w:t>
            </w:r>
          </w:p>
        </w:tc>
        <w:tc>
          <w:tcPr>
            <w:tcW w:w="8612" w:type="dxa"/>
            <w:shd w:val="clear" w:color="auto" w:fill="CCC0D9" w:themeFill="accent4" w:themeFillTint="66"/>
            <w:vAlign w:val="center"/>
          </w:tcPr>
          <w:p w14:paraId="4CC6E624" w14:textId="77777777" w:rsidR="003065F4" w:rsidRDefault="003065F4" w:rsidP="003065F4">
            <w:pPr>
              <w:jc w:val="center"/>
            </w:pPr>
            <w:r>
              <w:t>Your explanation</w:t>
            </w:r>
          </w:p>
        </w:tc>
      </w:tr>
      <w:tr w:rsidR="003065F4" w14:paraId="47179984" w14:textId="77777777" w:rsidTr="003065F4">
        <w:trPr>
          <w:trHeight w:val="5897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14:paraId="62A38685" w14:textId="77777777" w:rsidR="003065F4" w:rsidRDefault="003065F4" w:rsidP="003065F4">
            <w:r>
              <w:t>History</w:t>
            </w:r>
          </w:p>
          <w:p w14:paraId="366C8E95" w14:textId="77777777" w:rsidR="003065F4" w:rsidRDefault="003065F4" w:rsidP="003065F4"/>
          <w:p w14:paraId="7DA6C40A" w14:textId="77777777" w:rsidR="003065F4" w:rsidRDefault="003065F4" w:rsidP="003065F4">
            <w:r>
              <w:t>Social Conditions</w:t>
            </w:r>
          </w:p>
          <w:p w14:paraId="01BBB2A4" w14:textId="77777777" w:rsidR="003065F4" w:rsidRDefault="003065F4" w:rsidP="003065F4"/>
          <w:p w14:paraId="18C0EC90" w14:textId="77777777" w:rsidR="003065F4" w:rsidRDefault="003065F4" w:rsidP="003065F4">
            <w:r>
              <w:t>Politics</w:t>
            </w:r>
          </w:p>
          <w:p w14:paraId="3C3FFF85" w14:textId="77777777" w:rsidR="003065F4" w:rsidRDefault="003065F4" w:rsidP="003065F4"/>
          <w:p w14:paraId="7E3A6C6D" w14:textId="77777777" w:rsidR="003065F4" w:rsidRDefault="003065F4" w:rsidP="003065F4">
            <w:r>
              <w:t>Religion</w:t>
            </w:r>
          </w:p>
          <w:p w14:paraId="225E8D02" w14:textId="77777777" w:rsidR="003065F4" w:rsidRDefault="003065F4" w:rsidP="003065F4"/>
          <w:p w14:paraId="20543F80" w14:textId="77777777" w:rsidR="003065F4" w:rsidRDefault="003065F4" w:rsidP="003065F4">
            <w:r>
              <w:t>Cultural Heritage</w:t>
            </w:r>
          </w:p>
        </w:tc>
        <w:tc>
          <w:tcPr>
            <w:tcW w:w="8612" w:type="dxa"/>
          </w:tcPr>
          <w:p w14:paraId="5B14C6B3" w14:textId="77777777" w:rsidR="003065F4" w:rsidRDefault="003065F4"/>
        </w:tc>
      </w:tr>
    </w:tbl>
    <w:p w14:paraId="6F694AA5" w14:textId="77777777" w:rsidR="00BF22CB" w:rsidRDefault="00BF22CB"/>
    <w:p w14:paraId="35619926" w14:textId="77777777" w:rsidR="00BF22CB" w:rsidRPr="003065F4" w:rsidRDefault="005B1562">
      <w:pPr>
        <w:rPr>
          <w:b/>
          <w:sz w:val="24"/>
          <w:szCs w:val="24"/>
        </w:rPr>
      </w:pPr>
      <w:r w:rsidRPr="003065F4">
        <w:rPr>
          <w:b/>
          <w:sz w:val="24"/>
          <w:szCs w:val="24"/>
        </w:rPr>
        <w:t>Context</w:t>
      </w:r>
    </w:p>
    <w:p w14:paraId="7C3D0E5C" w14:textId="77777777" w:rsidR="005B1562" w:rsidRDefault="005B1562">
      <w:r>
        <w:t>Why was your narrative an important one for the world we live in?</w:t>
      </w:r>
    </w:p>
    <w:p w14:paraId="4D5CCB2B" w14:textId="77777777" w:rsidR="00BF22CB" w:rsidRDefault="00607D1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7112F2" wp14:editId="65F08A61">
                <wp:simplePos x="0" y="0"/>
                <wp:positionH relativeFrom="column">
                  <wp:posOffset>45769</wp:posOffset>
                </wp:positionH>
                <wp:positionV relativeFrom="paragraph">
                  <wp:posOffset>62328</wp:posOffset>
                </wp:positionV>
                <wp:extent cx="6435969" cy="3259015"/>
                <wp:effectExtent l="0" t="0" r="15875" b="1778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969" cy="32590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857E0" w14:textId="77777777" w:rsidR="00A8552D" w:rsidRDefault="00A85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margin-left:3.6pt;margin-top:4.9pt;width:506.75pt;height:256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" filled="f">
                <v:textbox>
                  <w:txbxContent>
                    <w:p w14:paraId="536857E0" w14:textId="77777777" w:rsidR="00A8552D" w:rsidRDefault="00A8552D"/>
                  </w:txbxContent>
                </v:textbox>
                <w10:wrap type="square"/>
              </v:shape>
            </w:pict>
          </mc:Fallback>
        </mc:AlternateContent>
      </w:r>
    </w:p>
    <w:p w14:paraId="7BEB1240" w14:textId="77777777" w:rsidR="00BF22CB" w:rsidRDefault="00BF22CB"/>
    <w:p w14:paraId="04281518" w14:textId="77777777" w:rsidR="00BF22CB" w:rsidRPr="00A8552D" w:rsidRDefault="00607D1A">
      <w:pPr>
        <w:rPr>
          <w:b/>
          <w:sz w:val="24"/>
          <w:szCs w:val="24"/>
        </w:rPr>
      </w:pPr>
      <w:r w:rsidRPr="00A8552D">
        <w:rPr>
          <w:b/>
          <w:sz w:val="24"/>
          <w:szCs w:val="24"/>
        </w:rPr>
        <w:t>Synthesis</w:t>
      </w:r>
    </w:p>
    <w:p w14:paraId="10BDE64E" w14:textId="77777777" w:rsidR="00607D1A" w:rsidRDefault="00607D1A">
      <w:r>
        <w:t>Explain how your team performed as a collaborative unit.</w:t>
      </w:r>
    </w:p>
    <w:p w14:paraId="6038F4BB" w14:textId="77777777" w:rsidR="00BF22CB" w:rsidRDefault="00BF22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4355"/>
        <w:gridCol w:w="4358"/>
      </w:tblGrid>
      <w:tr w:rsidR="00607D1A" w14:paraId="3C9D38E7" w14:textId="77777777" w:rsidTr="00607D1A">
        <w:tc>
          <w:tcPr>
            <w:tcW w:w="1384" w:type="dxa"/>
          </w:tcPr>
          <w:p w14:paraId="0411A532" w14:textId="77777777" w:rsidR="00607D1A" w:rsidRDefault="00607D1A"/>
        </w:tc>
        <w:tc>
          <w:tcPr>
            <w:tcW w:w="4518" w:type="dxa"/>
            <w:shd w:val="clear" w:color="auto" w:fill="8DB3E2" w:themeFill="text2" w:themeFillTint="66"/>
            <w:vAlign w:val="center"/>
          </w:tcPr>
          <w:p w14:paraId="33FB1AEC" w14:textId="77777777" w:rsidR="00607D1A" w:rsidRDefault="00607D1A" w:rsidP="00607D1A">
            <w:pPr>
              <w:jc w:val="center"/>
            </w:pPr>
            <w:r>
              <w:t>What your team did well</w:t>
            </w:r>
          </w:p>
        </w:tc>
        <w:tc>
          <w:tcPr>
            <w:tcW w:w="4519" w:type="dxa"/>
            <w:shd w:val="clear" w:color="auto" w:fill="D99594" w:themeFill="accent2" w:themeFillTint="99"/>
            <w:vAlign w:val="center"/>
          </w:tcPr>
          <w:p w14:paraId="4344AC92" w14:textId="77777777" w:rsidR="00607D1A" w:rsidRDefault="00607D1A" w:rsidP="00607D1A">
            <w:pPr>
              <w:jc w:val="center"/>
            </w:pPr>
            <w:r>
              <w:t>What you could have done better</w:t>
            </w:r>
          </w:p>
        </w:tc>
      </w:tr>
      <w:tr w:rsidR="00607D1A" w14:paraId="7FEEEDB9" w14:textId="77777777" w:rsidTr="00607D1A">
        <w:trPr>
          <w:trHeight w:val="1243"/>
        </w:trPr>
        <w:tc>
          <w:tcPr>
            <w:tcW w:w="1384" w:type="dxa"/>
            <w:shd w:val="clear" w:color="auto" w:fill="CCC0D9" w:themeFill="accent4" w:themeFillTint="66"/>
            <w:vAlign w:val="center"/>
          </w:tcPr>
          <w:p w14:paraId="769CC3EA" w14:textId="77777777" w:rsidR="00607D1A" w:rsidRDefault="00607D1A" w:rsidP="00607D1A">
            <w:r>
              <w:t>Setting Goals</w:t>
            </w:r>
          </w:p>
          <w:p w14:paraId="7714EB94" w14:textId="77777777" w:rsidR="00607D1A" w:rsidRDefault="00607D1A" w:rsidP="00607D1A"/>
        </w:tc>
        <w:tc>
          <w:tcPr>
            <w:tcW w:w="4518" w:type="dxa"/>
          </w:tcPr>
          <w:p w14:paraId="789E8B77" w14:textId="77777777" w:rsidR="00607D1A" w:rsidRDefault="00607D1A"/>
        </w:tc>
        <w:tc>
          <w:tcPr>
            <w:tcW w:w="4519" w:type="dxa"/>
          </w:tcPr>
          <w:p w14:paraId="75595A6D" w14:textId="77777777" w:rsidR="00607D1A" w:rsidRDefault="00607D1A"/>
        </w:tc>
      </w:tr>
      <w:tr w:rsidR="00607D1A" w14:paraId="45AB1DBE" w14:textId="77777777" w:rsidTr="00607D1A">
        <w:trPr>
          <w:trHeight w:val="1243"/>
        </w:trPr>
        <w:tc>
          <w:tcPr>
            <w:tcW w:w="1384" w:type="dxa"/>
            <w:shd w:val="clear" w:color="auto" w:fill="C6D9F1" w:themeFill="text2" w:themeFillTint="33"/>
            <w:vAlign w:val="center"/>
          </w:tcPr>
          <w:p w14:paraId="0C22C23A" w14:textId="77777777" w:rsidR="00607D1A" w:rsidRDefault="00607D1A" w:rsidP="00607D1A">
            <w:r>
              <w:t>Roles</w:t>
            </w:r>
          </w:p>
        </w:tc>
        <w:tc>
          <w:tcPr>
            <w:tcW w:w="4518" w:type="dxa"/>
          </w:tcPr>
          <w:p w14:paraId="2C81F3D4" w14:textId="77777777" w:rsidR="00607D1A" w:rsidRDefault="00607D1A"/>
        </w:tc>
        <w:tc>
          <w:tcPr>
            <w:tcW w:w="4519" w:type="dxa"/>
          </w:tcPr>
          <w:p w14:paraId="1073CDCE" w14:textId="77777777" w:rsidR="00607D1A" w:rsidRDefault="00607D1A"/>
        </w:tc>
      </w:tr>
      <w:tr w:rsidR="00607D1A" w14:paraId="4314AFC9" w14:textId="77777777" w:rsidTr="00607D1A">
        <w:trPr>
          <w:trHeight w:val="1243"/>
        </w:trPr>
        <w:tc>
          <w:tcPr>
            <w:tcW w:w="1384" w:type="dxa"/>
            <w:shd w:val="clear" w:color="auto" w:fill="C2D69B" w:themeFill="accent3" w:themeFillTint="99"/>
            <w:vAlign w:val="center"/>
          </w:tcPr>
          <w:p w14:paraId="50A0EDEB" w14:textId="77777777" w:rsidR="00607D1A" w:rsidRDefault="00607D1A" w:rsidP="00607D1A">
            <w:r>
              <w:t>Communication</w:t>
            </w:r>
          </w:p>
        </w:tc>
        <w:tc>
          <w:tcPr>
            <w:tcW w:w="4518" w:type="dxa"/>
          </w:tcPr>
          <w:p w14:paraId="48D43FCA" w14:textId="77777777" w:rsidR="00607D1A" w:rsidRDefault="00607D1A"/>
        </w:tc>
        <w:tc>
          <w:tcPr>
            <w:tcW w:w="4519" w:type="dxa"/>
          </w:tcPr>
          <w:p w14:paraId="11A0060C" w14:textId="77777777" w:rsidR="00607D1A" w:rsidRDefault="00607D1A"/>
        </w:tc>
      </w:tr>
      <w:tr w:rsidR="00607D1A" w14:paraId="183D3401" w14:textId="77777777" w:rsidTr="00607D1A">
        <w:trPr>
          <w:trHeight w:val="1243"/>
        </w:trPr>
        <w:tc>
          <w:tcPr>
            <w:tcW w:w="1384" w:type="dxa"/>
            <w:shd w:val="clear" w:color="auto" w:fill="FABF8F" w:themeFill="accent6" w:themeFillTint="99"/>
            <w:vAlign w:val="center"/>
          </w:tcPr>
          <w:p w14:paraId="0BA8790E" w14:textId="77777777" w:rsidR="00607D1A" w:rsidRDefault="00607D1A" w:rsidP="00607D1A">
            <w:r>
              <w:t>Consensus</w:t>
            </w:r>
          </w:p>
        </w:tc>
        <w:tc>
          <w:tcPr>
            <w:tcW w:w="4518" w:type="dxa"/>
          </w:tcPr>
          <w:p w14:paraId="5938C90E" w14:textId="77777777" w:rsidR="00607D1A" w:rsidRDefault="00607D1A"/>
        </w:tc>
        <w:tc>
          <w:tcPr>
            <w:tcW w:w="4519" w:type="dxa"/>
          </w:tcPr>
          <w:p w14:paraId="7285F60D" w14:textId="77777777" w:rsidR="00607D1A" w:rsidRDefault="00607D1A"/>
        </w:tc>
      </w:tr>
    </w:tbl>
    <w:p w14:paraId="7F00D7C3" w14:textId="77777777" w:rsidR="00BF22CB" w:rsidRDefault="00BF22CB"/>
    <w:p w14:paraId="5E624607" w14:textId="77777777" w:rsidR="00BF22CB" w:rsidRDefault="00607D1A">
      <w:r>
        <w:t>Explain how you contributed to making your team a success.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8753"/>
      </w:tblGrid>
      <w:tr w:rsidR="00607D1A" w14:paraId="6013E20C" w14:textId="77777777" w:rsidTr="00607D1A">
        <w:trPr>
          <w:trHeight w:val="1367"/>
        </w:trPr>
        <w:tc>
          <w:tcPr>
            <w:tcW w:w="1668" w:type="dxa"/>
            <w:shd w:val="clear" w:color="auto" w:fill="948A54" w:themeFill="background2" w:themeFillShade="80"/>
            <w:vAlign w:val="center"/>
          </w:tcPr>
          <w:p w14:paraId="7B2573D9" w14:textId="77777777" w:rsidR="00607D1A" w:rsidRDefault="00607D1A" w:rsidP="00607D1A">
            <w:r>
              <w:t>Create a collaborative climate</w:t>
            </w:r>
          </w:p>
        </w:tc>
        <w:tc>
          <w:tcPr>
            <w:tcW w:w="8753" w:type="dxa"/>
          </w:tcPr>
          <w:p w14:paraId="66DA4EF4" w14:textId="77777777" w:rsidR="00607D1A" w:rsidRDefault="00607D1A"/>
        </w:tc>
      </w:tr>
      <w:tr w:rsidR="00607D1A" w14:paraId="53DD70EA" w14:textId="77777777" w:rsidTr="00607D1A">
        <w:trPr>
          <w:trHeight w:val="1367"/>
        </w:trPr>
        <w:tc>
          <w:tcPr>
            <w:tcW w:w="1668" w:type="dxa"/>
            <w:shd w:val="clear" w:color="auto" w:fill="548DD4" w:themeFill="text2" w:themeFillTint="99"/>
            <w:vAlign w:val="center"/>
          </w:tcPr>
          <w:p w14:paraId="75D3C66A" w14:textId="77777777" w:rsidR="00607D1A" w:rsidRDefault="00607D1A" w:rsidP="00607D1A">
            <w:proofErr w:type="gramStart"/>
            <w:r>
              <w:t>be</w:t>
            </w:r>
            <w:proofErr w:type="gramEnd"/>
            <w:r>
              <w:t xml:space="preserve"> open to other's ideas</w:t>
            </w:r>
          </w:p>
        </w:tc>
        <w:tc>
          <w:tcPr>
            <w:tcW w:w="8753" w:type="dxa"/>
          </w:tcPr>
          <w:p w14:paraId="586FCB77" w14:textId="77777777" w:rsidR="00607D1A" w:rsidRDefault="00607D1A"/>
        </w:tc>
      </w:tr>
      <w:tr w:rsidR="00607D1A" w14:paraId="05A859BC" w14:textId="77777777" w:rsidTr="00607D1A">
        <w:trPr>
          <w:trHeight w:val="1367"/>
        </w:trPr>
        <w:tc>
          <w:tcPr>
            <w:tcW w:w="1668" w:type="dxa"/>
            <w:shd w:val="clear" w:color="auto" w:fill="D99594" w:themeFill="accent2" w:themeFillTint="99"/>
            <w:vAlign w:val="center"/>
          </w:tcPr>
          <w:p w14:paraId="7141B54B" w14:textId="77777777" w:rsidR="00607D1A" w:rsidRDefault="00607D1A" w:rsidP="00607D1A">
            <w:proofErr w:type="gramStart"/>
            <w:r>
              <w:t>delegate</w:t>
            </w:r>
            <w:proofErr w:type="gramEnd"/>
            <w:r>
              <w:t xml:space="preserve"> - allow everyone to contribute</w:t>
            </w:r>
          </w:p>
        </w:tc>
        <w:tc>
          <w:tcPr>
            <w:tcW w:w="8753" w:type="dxa"/>
          </w:tcPr>
          <w:p w14:paraId="00D4FADB" w14:textId="77777777" w:rsidR="00607D1A" w:rsidRDefault="00607D1A"/>
        </w:tc>
      </w:tr>
      <w:tr w:rsidR="00607D1A" w14:paraId="17554C39" w14:textId="77777777" w:rsidTr="00607D1A">
        <w:trPr>
          <w:trHeight w:val="1367"/>
        </w:trPr>
        <w:tc>
          <w:tcPr>
            <w:tcW w:w="1668" w:type="dxa"/>
            <w:shd w:val="clear" w:color="auto" w:fill="B2A1C7" w:themeFill="accent4" w:themeFillTint="99"/>
            <w:vAlign w:val="center"/>
          </w:tcPr>
          <w:p w14:paraId="2687414A" w14:textId="77777777" w:rsidR="00607D1A" w:rsidRDefault="00607D1A" w:rsidP="00607D1A">
            <w:proofErr w:type="gramStart"/>
            <w:r>
              <w:t>assume</w:t>
            </w:r>
            <w:proofErr w:type="gramEnd"/>
            <w:r>
              <w:t xml:space="preserve"> good faith</w:t>
            </w:r>
          </w:p>
        </w:tc>
        <w:tc>
          <w:tcPr>
            <w:tcW w:w="8753" w:type="dxa"/>
          </w:tcPr>
          <w:p w14:paraId="2DE07781" w14:textId="77777777" w:rsidR="00607D1A" w:rsidRDefault="00607D1A"/>
        </w:tc>
      </w:tr>
    </w:tbl>
    <w:p w14:paraId="3E59D2F4" w14:textId="77777777" w:rsidR="00607D1A" w:rsidRDefault="00607D1A"/>
    <w:p w14:paraId="16FEAB3B" w14:textId="77777777" w:rsidR="00BF22CB" w:rsidRDefault="00BF22CB"/>
    <w:p w14:paraId="42FBA44A" w14:textId="77777777" w:rsidR="00BF22CB" w:rsidRDefault="00BF22CB"/>
    <w:p w14:paraId="4ADA8B04" w14:textId="77777777" w:rsidR="00BF22CB" w:rsidRDefault="00BF22CB">
      <w:bookmarkStart w:id="0" w:name="_GoBack"/>
      <w:bookmarkEnd w:id="0"/>
    </w:p>
    <w:sectPr w:rsidR="00BF22CB" w:rsidSect="005B1562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562"/>
    <w:rsid w:val="000457AA"/>
    <w:rsid w:val="000F409D"/>
    <w:rsid w:val="00152CC4"/>
    <w:rsid w:val="003065F4"/>
    <w:rsid w:val="005123BC"/>
    <w:rsid w:val="00515CC0"/>
    <w:rsid w:val="005B1562"/>
    <w:rsid w:val="005C7089"/>
    <w:rsid w:val="00607D1A"/>
    <w:rsid w:val="009E4770"/>
    <w:rsid w:val="00A8552D"/>
    <w:rsid w:val="00BF22CB"/>
    <w:rsid w:val="00C0512E"/>
    <w:rsid w:val="00C84287"/>
    <w:rsid w:val="00F63DA4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7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F5A82B-3D8C-8946-BC01-D99A1C59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27</TotalTime>
  <Pages>4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2012-10-30T01:28:00Z</dcterms:created>
  <dcterms:modified xsi:type="dcterms:W3CDTF">2012-10-30T02:35:00Z</dcterms:modified>
</cp:coreProperties>
</file>